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5ED" w:rsidRDefault="003565ED" w:rsidP="003565ED">
      <w:pPr>
        <w:jc w:val="center"/>
        <w:rPr>
          <w:rFonts w:ascii="Tahoma" w:hAnsi="Tahoma" w:cs="Tahoma"/>
          <w:b/>
          <w:i/>
          <w:u w:val="single"/>
        </w:rPr>
      </w:pPr>
      <w:r>
        <w:rPr>
          <w:rFonts w:ascii="Tahoma" w:hAnsi="Tahoma" w:cs="Tahoma"/>
          <w:b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565ED" w:rsidRDefault="003565ED">
      <w:pPr>
        <w:pStyle w:val="Nadpis1"/>
      </w:pPr>
    </w:p>
    <w:p w:rsidR="00612E46" w:rsidRDefault="00C964D3">
      <w:pPr>
        <w:pStyle w:val="Nadpis1"/>
      </w:pPr>
      <w:r>
        <w:t xml:space="preserve">22/09       </w:t>
      </w:r>
      <w:r w:rsidR="001B77CE">
        <w:t>Městské kulturní středisko Strakonice</w:t>
      </w:r>
    </w:p>
    <w:p w:rsidR="00C964D3" w:rsidRDefault="00C964D3" w:rsidP="00C964D3"/>
    <w:p w:rsidR="00C964D3" w:rsidRDefault="00C964D3" w:rsidP="00C964D3"/>
    <w:p w:rsidR="00C964D3" w:rsidRPr="00C964D3" w:rsidRDefault="00C964D3" w:rsidP="00C964D3"/>
    <w:p w:rsidR="00612E46" w:rsidRDefault="00612E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2E46" w:rsidRDefault="001B77CE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Městské kulturní středisko Strakonice</w:t>
      </w:r>
    </w:p>
    <w:p w:rsidR="00612E46" w:rsidRDefault="001B77C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Mírová 831, 386 01 Strakonice</w:t>
      </w:r>
    </w:p>
    <w:p w:rsidR="00612E46" w:rsidRDefault="00612E4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12E46" w:rsidRDefault="00612E4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12E46" w:rsidRDefault="00612E4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12E46" w:rsidRDefault="00612E46">
      <w:pPr>
        <w:widowControl w:val="0"/>
        <w:autoSpaceDE w:val="0"/>
        <w:autoSpaceDN w:val="0"/>
        <w:adjustRightInd w:val="0"/>
        <w:rPr>
          <w:u w:val="single"/>
        </w:rPr>
      </w:pPr>
    </w:p>
    <w:p w:rsidR="00BE5091" w:rsidRPr="00954EDF" w:rsidRDefault="00BE5091" w:rsidP="00954EDF">
      <w:pPr>
        <w:numPr>
          <w:ilvl w:val="0"/>
          <w:numId w:val="3"/>
        </w:numPr>
        <w:rPr>
          <w:b/>
          <w:sz w:val="28"/>
          <w:szCs w:val="28"/>
        </w:rPr>
      </w:pPr>
      <w:r w:rsidRPr="00954EDF">
        <w:rPr>
          <w:b/>
          <w:bCs/>
          <w:sz w:val="28"/>
          <w:szCs w:val="28"/>
        </w:rPr>
        <w:t>Nákup služebního vozidla pro Městské kulturní středisko</w:t>
      </w:r>
    </w:p>
    <w:p w:rsidR="001B77CE" w:rsidRPr="00166979" w:rsidRDefault="001B77CE" w:rsidP="00166979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</w:p>
    <w:p w:rsidR="00612E46" w:rsidRPr="001B77CE" w:rsidRDefault="00612E46" w:rsidP="00166979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612E46" w:rsidRPr="001B77CE" w:rsidRDefault="00612E46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C964D3" w:rsidRDefault="00C964D3">
      <w:pPr>
        <w:widowControl w:val="0"/>
        <w:autoSpaceDE w:val="0"/>
        <w:autoSpaceDN w:val="0"/>
        <w:adjustRightInd w:val="0"/>
        <w:jc w:val="both"/>
      </w:pPr>
    </w:p>
    <w:p w:rsidR="00C964D3" w:rsidRDefault="00C964D3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612E46" w:rsidRDefault="00612E46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proofErr w:type="gramStart"/>
      <w:r w:rsidR="00C964D3">
        <w:t>14.10.2020</w:t>
      </w:r>
      <w:proofErr w:type="gramEnd"/>
    </w:p>
    <w:p w:rsidR="00C964D3" w:rsidRDefault="00C964D3">
      <w:pPr>
        <w:widowControl w:val="0"/>
        <w:autoSpaceDE w:val="0"/>
        <w:autoSpaceDN w:val="0"/>
        <w:adjustRightInd w:val="0"/>
        <w:jc w:val="both"/>
      </w:pPr>
    </w:p>
    <w:p w:rsidR="00C964D3" w:rsidRDefault="00C964D3">
      <w:pPr>
        <w:widowControl w:val="0"/>
        <w:autoSpaceDE w:val="0"/>
        <w:autoSpaceDN w:val="0"/>
        <w:adjustRightInd w:val="0"/>
        <w:jc w:val="both"/>
      </w:pPr>
    </w:p>
    <w:p w:rsidR="00C964D3" w:rsidRDefault="00C964D3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/>
          <w:bCs/>
        </w:rPr>
        <w:t xml:space="preserve">Předkládá: </w:t>
      </w:r>
      <w:r>
        <w:rPr>
          <w:b/>
          <w:bCs/>
        </w:rPr>
        <w:tab/>
      </w:r>
      <w:r w:rsidRPr="001B77CE">
        <w:rPr>
          <w:bCs/>
        </w:rPr>
        <w:t xml:space="preserve">František </w:t>
      </w:r>
      <w:proofErr w:type="spellStart"/>
      <w:r w:rsidRPr="001B77CE">
        <w:rPr>
          <w:bCs/>
        </w:rPr>
        <w:t>Christelbauer</w:t>
      </w:r>
      <w:proofErr w:type="spellEnd"/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1B77CE">
        <w:rPr>
          <w:bCs/>
        </w:rPr>
        <w:tab/>
      </w:r>
      <w:r w:rsidRPr="001B77CE">
        <w:rPr>
          <w:bCs/>
        </w:rPr>
        <w:tab/>
      </w:r>
      <w:r>
        <w:rPr>
          <w:bCs/>
        </w:rPr>
        <w:t>ř</w:t>
      </w:r>
      <w:r w:rsidRPr="001B77CE">
        <w:rPr>
          <w:bCs/>
        </w:rPr>
        <w:t xml:space="preserve">editel </w:t>
      </w:r>
      <w:proofErr w:type="spellStart"/>
      <w:r w:rsidRPr="001B77CE">
        <w:rPr>
          <w:bCs/>
        </w:rPr>
        <w:t>MěKS</w:t>
      </w:r>
      <w:proofErr w:type="spellEnd"/>
      <w:r w:rsidRPr="001B77CE">
        <w:rPr>
          <w:bCs/>
        </w:rPr>
        <w:t xml:space="preserve"> Strakonice</w:t>
      </w:r>
    </w:p>
    <w:p w:rsidR="003565ED" w:rsidRDefault="003565ED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3565ED" w:rsidRPr="001B77CE" w:rsidRDefault="003565ED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BE5091" w:rsidRDefault="001B77CE" w:rsidP="00BE5091">
      <w:pPr>
        <w:rPr>
          <w:b/>
          <w:bCs/>
          <w:sz w:val="28"/>
          <w:szCs w:val="28"/>
          <w:u w:val="single"/>
        </w:rPr>
      </w:pPr>
      <w:r w:rsidRPr="00166979">
        <w:lastRenderedPageBreak/>
        <w:t xml:space="preserve">1) </w:t>
      </w:r>
      <w:r w:rsidR="00BE5091" w:rsidRPr="00440969">
        <w:rPr>
          <w:b/>
          <w:bCs/>
          <w:sz w:val="28"/>
          <w:szCs w:val="28"/>
          <w:u w:val="single"/>
        </w:rPr>
        <w:t>Nákup služebního vozidla pro Městské kulturní středisko</w:t>
      </w:r>
    </w:p>
    <w:p w:rsidR="003565ED" w:rsidRDefault="003565ED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</w:p>
    <w:p w:rsidR="00612E46" w:rsidRDefault="00612E46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612E46" w:rsidRDefault="00612E46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612E46" w:rsidRDefault="00612E46">
      <w:pPr>
        <w:pStyle w:val="Nadpis3"/>
      </w:pPr>
      <w:r>
        <w:t xml:space="preserve">I. </w:t>
      </w:r>
      <w:r w:rsidR="00192970">
        <w:t>Rozhodla</w:t>
      </w:r>
      <w:r>
        <w:t xml:space="preserve"> </w:t>
      </w:r>
    </w:p>
    <w:p w:rsidR="001B77CE" w:rsidRPr="00BE5091" w:rsidRDefault="00192970" w:rsidP="001B77CE">
      <w:pPr>
        <w:rPr>
          <w:b/>
          <w:sz w:val="28"/>
          <w:szCs w:val="28"/>
          <w:u w:val="single"/>
        </w:rPr>
      </w:pPr>
      <w:r>
        <w:t>Zaslat výzvu k podání nabídky na realizaci veřejné zakázky malého rozsahu-</w:t>
      </w:r>
      <w:r w:rsidR="00BE5091" w:rsidRPr="00440969">
        <w:rPr>
          <w:b/>
          <w:bCs/>
          <w:sz w:val="28"/>
          <w:szCs w:val="28"/>
          <w:u w:val="single"/>
        </w:rPr>
        <w:t xml:space="preserve">„Nákup služebního vozidla pro Městské kulturní </w:t>
      </w:r>
      <w:proofErr w:type="spellStart"/>
      <w:r w:rsidR="00BE5091" w:rsidRPr="00440969">
        <w:rPr>
          <w:b/>
          <w:bCs/>
          <w:sz w:val="28"/>
          <w:szCs w:val="28"/>
          <w:u w:val="single"/>
        </w:rPr>
        <w:t>středisko“</w:t>
      </w:r>
      <w:r>
        <w:t>v</w:t>
      </w:r>
      <w:proofErr w:type="spellEnd"/>
      <w:r>
        <w:t> souladu s Pravidly pro zadávání veřejných zakázek v podmínkách města Strakonice za podmínek a v rozsahu uvedeném ve výzvě těmto dodavatelům:</w:t>
      </w:r>
    </w:p>
    <w:p w:rsidR="00BE5091" w:rsidRDefault="00BE5091" w:rsidP="00BE5091">
      <w:pPr>
        <w:pStyle w:val="Zkladntext"/>
        <w:rPr>
          <w:b/>
          <w:bCs/>
          <w:sz w:val="24"/>
        </w:rPr>
      </w:pPr>
      <w:r>
        <w:rPr>
          <w:b/>
          <w:bCs/>
          <w:sz w:val="24"/>
        </w:rPr>
        <w:t xml:space="preserve">1. Autostop, spol. s r.o., </w:t>
      </w:r>
      <w:proofErr w:type="spellStart"/>
      <w:r>
        <w:rPr>
          <w:b/>
          <w:bCs/>
          <w:sz w:val="24"/>
        </w:rPr>
        <w:t>Luženská</w:t>
      </w:r>
      <w:proofErr w:type="spellEnd"/>
      <w:r>
        <w:rPr>
          <w:b/>
          <w:bCs/>
          <w:sz w:val="24"/>
        </w:rPr>
        <w:t xml:space="preserve"> 1992, 269 01 Rakovník</w:t>
      </w:r>
    </w:p>
    <w:p w:rsidR="00BE5091" w:rsidRDefault="00BE5091" w:rsidP="00BE5091">
      <w:pPr>
        <w:pStyle w:val="Zkladntext"/>
        <w:rPr>
          <w:b/>
          <w:bCs/>
          <w:sz w:val="24"/>
        </w:rPr>
      </w:pPr>
      <w:r>
        <w:rPr>
          <w:b/>
          <w:bCs/>
          <w:sz w:val="24"/>
        </w:rPr>
        <w:t xml:space="preserve">2. Auto NEJDL s.r.o., Domažlické předměstí 610, 339 01  Klatovy </w:t>
      </w:r>
    </w:p>
    <w:p w:rsidR="003565ED" w:rsidRDefault="00BE5091" w:rsidP="003565ED">
      <w:pPr>
        <w:pStyle w:val="Zkladntext"/>
        <w:rPr>
          <w:b/>
          <w:bCs/>
          <w:sz w:val="24"/>
        </w:rPr>
      </w:pPr>
      <w:r>
        <w:rPr>
          <w:b/>
          <w:bCs/>
          <w:sz w:val="24"/>
        </w:rPr>
        <w:t xml:space="preserve">3. AUTO ŠEVČÍK </w:t>
      </w:r>
      <w:proofErr w:type="spellStart"/>
      <w:proofErr w:type="gramStart"/>
      <w:r>
        <w:rPr>
          <w:b/>
          <w:bCs/>
          <w:sz w:val="24"/>
        </w:rPr>
        <w:t>c.z</w:t>
      </w:r>
      <w:proofErr w:type="spellEnd"/>
      <w:r>
        <w:rPr>
          <w:b/>
          <w:bCs/>
          <w:sz w:val="24"/>
        </w:rPr>
        <w:t>., spol.</w:t>
      </w:r>
      <w:proofErr w:type="gramEnd"/>
      <w:r>
        <w:rPr>
          <w:b/>
          <w:bCs/>
          <w:sz w:val="24"/>
        </w:rPr>
        <w:t xml:space="preserve"> s r.o., Dopravní 35, 386 01 Strakonice</w:t>
      </w:r>
    </w:p>
    <w:p w:rsidR="00612E46" w:rsidRPr="003565ED" w:rsidRDefault="00612E46" w:rsidP="003565ED">
      <w:pPr>
        <w:pStyle w:val="Zkladntext"/>
        <w:rPr>
          <w:rFonts w:ascii="Tahoma" w:hAnsi="Tahoma" w:cs="Tahoma"/>
          <w:b/>
          <w:bCs/>
          <w:sz w:val="24"/>
          <w:szCs w:val="24"/>
          <w:u w:val="single"/>
        </w:rPr>
      </w:pPr>
      <w:r w:rsidRPr="003565ED">
        <w:rPr>
          <w:rFonts w:ascii="Tahoma" w:hAnsi="Tahoma" w:cs="Tahoma"/>
          <w:b/>
          <w:sz w:val="24"/>
          <w:szCs w:val="24"/>
          <w:u w:val="single"/>
        </w:rPr>
        <w:t>II. S</w:t>
      </w:r>
      <w:r w:rsidR="00192970" w:rsidRPr="003565ED">
        <w:rPr>
          <w:rFonts w:ascii="Tahoma" w:hAnsi="Tahoma" w:cs="Tahoma"/>
          <w:b/>
          <w:sz w:val="24"/>
          <w:szCs w:val="24"/>
          <w:u w:val="single"/>
        </w:rPr>
        <w:t>ouhlasí</w:t>
      </w:r>
    </w:p>
    <w:p w:rsidR="00612E46" w:rsidRDefault="00192970">
      <w:pPr>
        <w:widowControl w:val="0"/>
        <w:autoSpaceDE w:val="0"/>
        <w:autoSpaceDN w:val="0"/>
        <w:adjustRightInd w:val="0"/>
        <w:jc w:val="both"/>
      </w:pPr>
      <w:r>
        <w:t xml:space="preserve">s uveřejněním výzvy k podání nabídky na realizaci této veřejné zakázky na webových stránkách </w:t>
      </w:r>
      <w:proofErr w:type="spellStart"/>
      <w:r>
        <w:t>MěKS</w:t>
      </w:r>
      <w:proofErr w:type="spellEnd"/>
      <w:r>
        <w:t xml:space="preserve"> Strakonice - </w:t>
      </w:r>
      <w:hyperlink r:id="rId5" w:history="1">
        <w:r w:rsidR="00166979" w:rsidRPr="006D7A10">
          <w:rPr>
            <w:rStyle w:val="Hypertextovodkaz"/>
          </w:rPr>
          <w:t>www.meks-st.cz</w:t>
        </w:r>
      </w:hyperlink>
      <w:r>
        <w:t xml:space="preserve">  za účelem možnosti podání nabídky neomezeným počtem uchazečů.</w:t>
      </w:r>
    </w:p>
    <w:p w:rsidR="00612E46" w:rsidRDefault="00612E46">
      <w:pPr>
        <w:pStyle w:val="Nadpis3"/>
      </w:pPr>
      <w:r>
        <w:t xml:space="preserve">III. </w:t>
      </w:r>
      <w:r w:rsidR="00192970">
        <w:t>Jmenuje</w:t>
      </w:r>
    </w:p>
    <w:p w:rsidR="00192970" w:rsidRPr="008772CC" w:rsidRDefault="00192970" w:rsidP="008772CC">
      <w:pPr>
        <w:rPr>
          <w:b/>
        </w:rPr>
      </w:pPr>
      <w:r w:rsidRPr="008772CC">
        <w:rPr>
          <w:b/>
        </w:rPr>
        <w:t>členy hodnotící komise ve složení:</w:t>
      </w:r>
    </w:p>
    <w:p w:rsidR="00192970" w:rsidRPr="008772CC" w:rsidRDefault="00192970" w:rsidP="008772CC">
      <w:pPr>
        <w:rPr>
          <w:bCs/>
        </w:rPr>
      </w:pPr>
      <w:r w:rsidRPr="008772CC">
        <w:rPr>
          <w:bCs/>
        </w:rPr>
        <w:t xml:space="preserve">1. František </w:t>
      </w:r>
      <w:proofErr w:type="spellStart"/>
      <w:r w:rsidRPr="008772CC">
        <w:rPr>
          <w:bCs/>
        </w:rPr>
        <w:t>Christelbauer</w:t>
      </w:r>
      <w:proofErr w:type="spellEnd"/>
    </w:p>
    <w:p w:rsidR="00192970" w:rsidRPr="008772CC" w:rsidRDefault="00192970" w:rsidP="008772CC">
      <w:pPr>
        <w:rPr>
          <w:bCs/>
        </w:rPr>
      </w:pPr>
      <w:r w:rsidRPr="008772CC">
        <w:rPr>
          <w:bCs/>
        </w:rPr>
        <w:t xml:space="preserve">2. </w:t>
      </w:r>
      <w:r w:rsidR="00166979">
        <w:rPr>
          <w:bCs/>
        </w:rPr>
        <w:t xml:space="preserve">Ing. Rudolf </w:t>
      </w:r>
      <w:proofErr w:type="spellStart"/>
      <w:r w:rsidR="00166979">
        <w:rPr>
          <w:bCs/>
        </w:rPr>
        <w:t>Oberfalcer</w:t>
      </w:r>
      <w:proofErr w:type="spellEnd"/>
    </w:p>
    <w:p w:rsidR="00192970" w:rsidRPr="008772CC" w:rsidRDefault="00192970" w:rsidP="008772CC">
      <w:pPr>
        <w:rPr>
          <w:bCs/>
        </w:rPr>
      </w:pPr>
      <w:r w:rsidRPr="008772CC">
        <w:rPr>
          <w:bCs/>
        </w:rPr>
        <w:t xml:space="preserve">3. Mgr. Martina </w:t>
      </w:r>
      <w:proofErr w:type="spellStart"/>
      <w:r w:rsidRPr="008772CC">
        <w:rPr>
          <w:bCs/>
        </w:rPr>
        <w:t>Kotrchová</w:t>
      </w:r>
      <w:proofErr w:type="spellEnd"/>
    </w:p>
    <w:p w:rsidR="00192970" w:rsidRPr="008772CC" w:rsidRDefault="00192970" w:rsidP="008772CC">
      <w:pPr>
        <w:rPr>
          <w:bCs/>
        </w:rPr>
      </w:pPr>
      <w:r w:rsidRPr="008772CC">
        <w:rPr>
          <w:bCs/>
        </w:rPr>
        <w:t>4</w:t>
      </w:r>
      <w:r w:rsidR="00A853D5">
        <w:rPr>
          <w:bCs/>
        </w:rPr>
        <w:t xml:space="preserve">. </w:t>
      </w:r>
      <w:r w:rsidR="003565ED">
        <w:rPr>
          <w:bCs/>
        </w:rPr>
        <w:t>paní XX</w:t>
      </w:r>
    </w:p>
    <w:p w:rsidR="00192970" w:rsidRPr="008772CC" w:rsidRDefault="003565ED" w:rsidP="008772CC">
      <w:pPr>
        <w:rPr>
          <w:bCs/>
        </w:rPr>
      </w:pPr>
      <w:r>
        <w:rPr>
          <w:bCs/>
        </w:rPr>
        <w:t>5. paní XX</w:t>
      </w:r>
    </w:p>
    <w:p w:rsidR="00192970" w:rsidRPr="008772CC" w:rsidRDefault="00192970" w:rsidP="008772CC">
      <w:pPr>
        <w:rPr>
          <w:b/>
        </w:rPr>
      </w:pPr>
      <w:r w:rsidRPr="008772CC">
        <w:rPr>
          <w:b/>
        </w:rPr>
        <w:t>náhradníky členů komise pro hodnocení nabídek ve složení:</w:t>
      </w:r>
    </w:p>
    <w:p w:rsidR="00192970" w:rsidRDefault="00BE5091" w:rsidP="00A853D5">
      <w:pPr>
        <w:numPr>
          <w:ilvl w:val="0"/>
          <w:numId w:val="2"/>
        </w:numPr>
      </w:pPr>
      <w:r>
        <w:t>Ing. Ja</w:t>
      </w:r>
      <w:r w:rsidR="00A853D5">
        <w:t xml:space="preserve">na </w:t>
      </w:r>
      <w:proofErr w:type="spellStart"/>
      <w:r w:rsidR="00A853D5">
        <w:t>Narovcová</w:t>
      </w:r>
      <w:proofErr w:type="spellEnd"/>
    </w:p>
    <w:p w:rsidR="00A853D5" w:rsidRDefault="00A853D5" w:rsidP="00A853D5">
      <w:pPr>
        <w:numPr>
          <w:ilvl w:val="0"/>
          <w:numId w:val="2"/>
        </w:numPr>
      </w:pPr>
      <w:r>
        <w:t xml:space="preserve">Josef </w:t>
      </w:r>
      <w:proofErr w:type="spellStart"/>
      <w:r>
        <w:t>Zoch</w:t>
      </w:r>
      <w:proofErr w:type="spellEnd"/>
    </w:p>
    <w:p w:rsidR="00A853D5" w:rsidRDefault="003565ED" w:rsidP="00A853D5">
      <w:pPr>
        <w:numPr>
          <w:ilvl w:val="0"/>
          <w:numId w:val="2"/>
        </w:numPr>
      </w:pPr>
      <w:r>
        <w:t>paní XX</w:t>
      </w:r>
    </w:p>
    <w:p w:rsidR="00192970" w:rsidRDefault="00A853D5" w:rsidP="008772CC">
      <w:r>
        <w:t xml:space="preserve">      </w:t>
      </w:r>
      <w:r w:rsidR="00166979">
        <w:t xml:space="preserve">4. </w:t>
      </w:r>
      <w:r>
        <w:t xml:space="preserve"> </w:t>
      </w:r>
      <w:r w:rsidR="003565ED">
        <w:t xml:space="preserve"> pan XX</w:t>
      </w:r>
      <w:bookmarkStart w:id="0" w:name="_GoBack"/>
      <w:bookmarkEnd w:id="0"/>
    </w:p>
    <w:p w:rsidR="00192970" w:rsidRDefault="00A853D5" w:rsidP="008772CC">
      <w:r>
        <w:t xml:space="preserve">      </w:t>
      </w:r>
      <w:r w:rsidR="00192970">
        <w:t xml:space="preserve">5. </w:t>
      </w:r>
      <w:r>
        <w:t xml:space="preserve"> </w:t>
      </w:r>
      <w:r w:rsidR="003565ED">
        <w:t xml:space="preserve"> </w:t>
      </w:r>
      <w:proofErr w:type="spellStart"/>
      <w:r>
        <w:t>Žiláková</w:t>
      </w:r>
      <w:proofErr w:type="spellEnd"/>
      <w:r>
        <w:t xml:space="preserve"> Marie</w:t>
      </w:r>
    </w:p>
    <w:p w:rsidR="008772CC" w:rsidRDefault="008772CC" w:rsidP="008772CC">
      <w:pPr>
        <w:pStyle w:val="Nadpis3"/>
      </w:pPr>
      <w:r>
        <w:t>IV</w:t>
      </w:r>
      <w:r w:rsidRPr="008772CC">
        <w:t xml:space="preserve">. </w:t>
      </w:r>
      <w:r>
        <w:t>Ukládá</w:t>
      </w:r>
    </w:p>
    <w:p w:rsidR="008772CC" w:rsidRDefault="008772CC" w:rsidP="008772CC">
      <w:pPr>
        <w:jc w:val="both"/>
      </w:pPr>
      <w:r>
        <w:t xml:space="preserve">řediteli </w:t>
      </w:r>
      <w:proofErr w:type="spellStart"/>
      <w:r>
        <w:t>MěKS</w:t>
      </w:r>
      <w:proofErr w:type="spellEnd"/>
      <w:r>
        <w:t xml:space="preserve"> Strakonice zajistit plnění veškerých úkonů při zadávání této zakázky.</w:t>
      </w:r>
    </w:p>
    <w:p w:rsidR="008772CC" w:rsidRDefault="008772CC" w:rsidP="008772CC">
      <w:pPr>
        <w:pStyle w:val="Nadpis3"/>
      </w:pPr>
      <w:r>
        <w:t>V</w:t>
      </w:r>
      <w:r w:rsidRPr="008772CC">
        <w:t xml:space="preserve">. </w:t>
      </w:r>
      <w:r>
        <w:t>Pověřuje</w:t>
      </w:r>
    </w:p>
    <w:p w:rsidR="008772CC" w:rsidRPr="008772CC" w:rsidRDefault="008772CC" w:rsidP="008772CC">
      <w:r>
        <w:rPr>
          <w:bCs/>
        </w:rPr>
        <w:t xml:space="preserve">ředitele </w:t>
      </w:r>
      <w:proofErr w:type="spellStart"/>
      <w:r>
        <w:rPr>
          <w:bCs/>
        </w:rPr>
        <w:t>MěKS</w:t>
      </w:r>
      <w:proofErr w:type="spellEnd"/>
      <w:r>
        <w:rPr>
          <w:bCs/>
        </w:rPr>
        <w:t xml:space="preserve"> Strakonice podepisováním veškerých dokumentů souvisejících s administrací této veřejné zakázky malého rozsahu.</w:t>
      </w:r>
    </w:p>
    <w:sectPr w:rsidR="008772CC" w:rsidRPr="00877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148F2"/>
    <w:multiLevelType w:val="hybridMultilevel"/>
    <w:tmpl w:val="785E10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B407C"/>
    <w:multiLevelType w:val="hybridMultilevel"/>
    <w:tmpl w:val="16E4AF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7CE"/>
    <w:rsid w:val="00166979"/>
    <w:rsid w:val="00192970"/>
    <w:rsid w:val="001B77CE"/>
    <w:rsid w:val="0031016A"/>
    <w:rsid w:val="003565ED"/>
    <w:rsid w:val="004C6851"/>
    <w:rsid w:val="00596C4C"/>
    <w:rsid w:val="00612E46"/>
    <w:rsid w:val="008772CC"/>
    <w:rsid w:val="00954EDF"/>
    <w:rsid w:val="00A853D5"/>
    <w:rsid w:val="00AB19C3"/>
    <w:rsid w:val="00B81D11"/>
    <w:rsid w:val="00BE5091"/>
    <w:rsid w:val="00C964D3"/>
    <w:rsid w:val="00DC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E240E7"/>
  <w15:chartTrackingRefBased/>
  <w15:docId w15:val="{8CB9D081-2187-4FE1-A46B-4288F333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uiPriority w:val="99"/>
    <w:unhideWhenUsed/>
    <w:rsid w:val="00192970"/>
    <w:rPr>
      <w:color w:val="0000FF"/>
      <w:u w:val="single"/>
    </w:rPr>
  </w:style>
  <w:style w:type="paragraph" w:styleId="Zkladntext">
    <w:name w:val="Body Text"/>
    <w:basedOn w:val="Normln"/>
    <w:link w:val="ZkladntextChar"/>
    <w:unhideWhenUsed/>
    <w:rsid w:val="00192970"/>
    <w:pPr>
      <w:widowControl w:val="0"/>
      <w:autoSpaceDE w:val="0"/>
      <w:autoSpaceDN w:val="0"/>
      <w:adjustRightInd w:val="0"/>
      <w:spacing w:before="120" w:line="240" w:lineRule="atLeast"/>
      <w:jc w:val="both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192970"/>
  </w:style>
  <w:style w:type="paragraph" w:customStyle="1" w:styleId="Zkladntext31">
    <w:name w:val="Základní text 31"/>
    <w:basedOn w:val="Normln"/>
    <w:rsid w:val="0019297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">
    <w:name w:val="Základní text 21"/>
    <w:basedOn w:val="Normln"/>
    <w:rsid w:val="0019297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4C68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2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eks-st.cz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a\Desktop\ROMANA%20STRBA&#268;KOV&#193;\RM\RM%202014-2018\RM-vzory%20ko&#353;ilek\MR-1bod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MR-1bod</Template>
  <TotalTime>20</TotalTime>
  <Pages>2</Pages>
  <Words>247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1823</CharactersWithSpaces>
  <SharedDoc>false</SharedDoc>
  <HLinks>
    <vt:vector size="6" baseType="variant">
      <vt:variant>
        <vt:i4>3670113</vt:i4>
      </vt:variant>
      <vt:variant>
        <vt:i4>0</vt:i4>
      </vt:variant>
      <vt:variant>
        <vt:i4>0</vt:i4>
      </vt:variant>
      <vt:variant>
        <vt:i4>5</vt:i4>
      </vt:variant>
      <vt:variant>
        <vt:lpwstr>http://www.meks-st.cz/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Romana</dc:creator>
  <cp:keywords/>
  <cp:lastModifiedBy>Radmila Brušáková</cp:lastModifiedBy>
  <cp:revision>5</cp:revision>
  <cp:lastPrinted>1899-12-31T23:00:00Z</cp:lastPrinted>
  <dcterms:created xsi:type="dcterms:W3CDTF">2020-10-13T06:46:00Z</dcterms:created>
  <dcterms:modified xsi:type="dcterms:W3CDTF">2020-10-14T12:33:00Z</dcterms:modified>
</cp:coreProperties>
</file>